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EB1209" w:rsidP="001E159E">
      <w:pPr>
        <w:spacing w:after="180"/>
        <w:rPr>
          <w:b/>
          <w:sz w:val="44"/>
          <w:szCs w:val="44"/>
        </w:rPr>
      </w:pPr>
      <w:r>
        <w:rPr>
          <w:b/>
          <w:sz w:val="44"/>
          <w:szCs w:val="44"/>
        </w:rPr>
        <w:t>Rope</w:t>
      </w:r>
      <w:r w:rsidR="00E61556">
        <w:rPr>
          <w:b/>
          <w:sz w:val="44"/>
          <w:szCs w:val="44"/>
        </w:rPr>
        <w:t xml:space="preserve"> wave</w:t>
      </w:r>
    </w:p>
    <w:p w:rsidR="001E159E" w:rsidRDefault="001E159E" w:rsidP="001E159E">
      <w:pPr>
        <w:spacing w:after="180"/>
      </w:pPr>
    </w:p>
    <w:p w:rsidR="00E61556" w:rsidRPr="00E61556" w:rsidRDefault="00E61556" w:rsidP="00E61556">
      <w:pPr>
        <w:spacing w:line="276" w:lineRule="auto"/>
      </w:pPr>
      <w:r w:rsidRPr="00E61556">
        <w:rPr>
          <w:lang w:val="en-US"/>
        </w:rPr>
        <w:t>Precious makes a wave on a rope.</w:t>
      </w:r>
    </w:p>
    <w:p w:rsidR="00E61556" w:rsidRPr="00E61556" w:rsidRDefault="00E61556" w:rsidP="00E61556">
      <w:pPr>
        <w:spacing w:line="276" w:lineRule="auto"/>
      </w:pPr>
      <w:r w:rsidRPr="00E61556">
        <w:rPr>
          <w:lang w:val="en-US"/>
        </w:rPr>
        <w:t>She moves her hand up and down quickly.</w:t>
      </w:r>
    </w:p>
    <w:p w:rsidR="00E61556" w:rsidRPr="00E61556" w:rsidRDefault="00E61556" w:rsidP="00E61556">
      <w:pPr>
        <w:spacing w:line="276" w:lineRule="auto"/>
      </w:pPr>
      <w:r w:rsidRPr="00E61556">
        <w:rPr>
          <w:lang w:val="en-US"/>
        </w:rPr>
        <w:t>The wave moves forw</w:t>
      </w:r>
      <w:r>
        <w:rPr>
          <w:lang w:val="en-US"/>
        </w:rPr>
        <w:t>ard</w:t>
      </w:r>
      <w:r w:rsidRPr="00E61556">
        <w:rPr>
          <w:lang w:val="en-US"/>
        </w:rPr>
        <w:t xml:space="preserve"> along the rope.</w:t>
      </w:r>
    </w:p>
    <w:p w:rsidR="001E159E" w:rsidRDefault="001E159E" w:rsidP="001E159E">
      <w:pPr>
        <w:spacing w:after="240"/>
        <w:rPr>
          <w:szCs w:val="18"/>
        </w:rPr>
      </w:pPr>
    </w:p>
    <w:p w:rsidR="00E61556" w:rsidRDefault="00AD5E15" w:rsidP="00E61556">
      <w:pPr>
        <w:spacing w:after="240"/>
        <w:jc w:val="center"/>
        <w:rPr>
          <w:szCs w:val="18"/>
        </w:rPr>
      </w:pPr>
      <w:r>
        <w:rPr>
          <w:b/>
          <w:noProof/>
          <w:sz w:val="44"/>
          <w:szCs w:val="44"/>
          <w:lang w:eastAsia="en-GB"/>
        </w:rPr>
        <w:drawing>
          <wp:inline distT="0" distB="0" distL="0" distR="0" wp14:anchorId="07BA7786" wp14:editId="1787F333">
            <wp:extent cx="4694555" cy="1877695"/>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94555" cy="1877695"/>
                    </a:xfrm>
                    <a:prstGeom prst="rect">
                      <a:avLst/>
                    </a:prstGeom>
                    <a:noFill/>
                  </pic:spPr>
                </pic:pic>
              </a:graphicData>
            </a:graphic>
          </wp:inline>
        </w:drawing>
      </w:r>
    </w:p>
    <w:p w:rsidR="00E61556" w:rsidRPr="00201AC2" w:rsidRDefault="00E61556" w:rsidP="001E159E">
      <w:pPr>
        <w:spacing w:after="240"/>
        <w:rPr>
          <w:szCs w:val="18"/>
        </w:rPr>
      </w:pPr>
    </w:p>
    <w:p w:rsidR="00E61556" w:rsidRPr="00E61556" w:rsidRDefault="00E61556" w:rsidP="00D44900">
      <w:pPr>
        <w:spacing w:after="120"/>
        <w:rPr>
          <w:sz w:val="28"/>
          <w:szCs w:val="18"/>
          <w:lang w:val="en-US"/>
        </w:rPr>
      </w:pPr>
      <w:r w:rsidRPr="00E61556">
        <w:rPr>
          <w:sz w:val="28"/>
          <w:szCs w:val="18"/>
          <w:lang w:val="en-US"/>
        </w:rPr>
        <w:t xml:space="preserve">These statements are about the forces </w:t>
      </w:r>
      <w:r>
        <w:rPr>
          <w:sz w:val="28"/>
          <w:szCs w:val="18"/>
          <w:lang w:val="en-US"/>
        </w:rPr>
        <w:t>o</w:t>
      </w:r>
      <w:r w:rsidRPr="00E61556">
        <w:rPr>
          <w:sz w:val="28"/>
          <w:szCs w:val="18"/>
          <w:lang w:val="en-US"/>
        </w:rPr>
        <w:t>n the rope when the wave moves forward.</w:t>
      </w:r>
    </w:p>
    <w:p w:rsidR="001E159E" w:rsidRPr="00D44900" w:rsidRDefault="001E159E" w:rsidP="00D44900">
      <w:pPr>
        <w:spacing w:after="120"/>
        <w:rPr>
          <w:i/>
        </w:rPr>
      </w:pPr>
      <w:r w:rsidRPr="00D44900">
        <w:rPr>
          <w:i/>
        </w:rPr>
        <w:t>For each statement, tick (</w:t>
      </w:r>
      <w:r w:rsidRPr="00D44900">
        <w:rPr>
          <w:i/>
        </w:rPr>
        <w:sym w:font="Wingdings" w:char="F0FC"/>
      </w:r>
      <w:r w:rsidRPr="00D44900">
        <w:rPr>
          <w:i/>
        </w:rPr>
        <w:t xml:space="preserve">) </w:t>
      </w:r>
      <w:r w:rsidRPr="00D44900">
        <w:rPr>
          <w:b/>
          <w:i/>
        </w:rPr>
        <w:t>one</w:t>
      </w:r>
      <w:r w:rsidRPr="00D44900">
        <w:rPr>
          <w:i/>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E61556" w:rsidRDefault="001E159E" w:rsidP="00677EDD">
            <w:pPr>
              <w:tabs>
                <w:tab w:val="right" w:leader="dot" w:pos="8680"/>
              </w:tabs>
              <w:jc w:val="center"/>
              <w:rPr>
                <w:rFonts w:eastAsia="Times New Roman" w:cs="Times New Roman"/>
                <w:b/>
                <w:lang w:eastAsia="en-GB"/>
              </w:rPr>
            </w:pPr>
            <w:r w:rsidRPr="00E61556">
              <w:rPr>
                <w:rFonts w:eastAsia="Times New Roman" w:cs="Times New Roman"/>
                <w:b/>
                <w:lang w:eastAsia="en-GB"/>
              </w:rPr>
              <w:t>A</w:t>
            </w:r>
          </w:p>
        </w:tc>
        <w:tc>
          <w:tcPr>
            <w:tcW w:w="4395" w:type="dxa"/>
            <w:tcBorders>
              <w:left w:val="nil"/>
            </w:tcBorders>
            <w:vAlign w:val="center"/>
          </w:tcPr>
          <w:p w:rsidR="001E159E" w:rsidRPr="00E61556" w:rsidRDefault="00E61556" w:rsidP="006B53DF">
            <w:pPr>
              <w:tabs>
                <w:tab w:val="right" w:leader="dot" w:pos="8680"/>
              </w:tabs>
              <w:rPr>
                <w:rFonts w:eastAsia="Times New Roman" w:cs="Times New Roman"/>
                <w:lang w:eastAsia="en-GB"/>
              </w:rPr>
            </w:pPr>
            <w:r w:rsidRPr="00E61556">
              <w:rPr>
                <w:rFonts w:eastAsia="Times New Roman" w:cs="Times New Roman"/>
                <w:lang w:eastAsia="en-GB"/>
              </w:rPr>
              <w:t>When Precious lifts the rope, the rope in front of her hand is pulled up.</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E61556" w:rsidRDefault="00E61556" w:rsidP="006B53DF">
            <w:pPr>
              <w:tabs>
                <w:tab w:val="right" w:leader="dot" w:pos="8680"/>
              </w:tabs>
              <w:rPr>
                <w:rFonts w:eastAsia="Times New Roman" w:cs="Times New Roman"/>
                <w:lang w:eastAsia="en-GB"/>
              </w:rPr>
            </w:pPr>
            <w:r w:rsidRPr="00E61556">
              <w:rPr>
                <w:rFonts w:eastAsia="Times New Roman" w:cs="Times New Roman"/>
                <w:lang w:eastAsia="en-GB"/>
              </w:rPr>
              <w:t xml:space="preserve">When rope at the front of the wave lifts up, the rope just </w:t>
            </w:r>
            <w:r>
              <w:rPr>
                <w:rFonts w:eastAsia="Times New Roman" w:cs="Times New Roman"/>
                <w:lang w:eastAsia="en-GB"/>
              </w:rPr>
              <w:t>ahead</w:t>
            </w:r>
            <w:r w:rsidRPr="00E61556">
              <w:rPr>
                <w:rFonts w:eastAsia="Times New Roman" w:cs="Times New Roman"/>
                <w:lang w:eastAsia="en-GB"/>
              </w:rPr>
              <w:t xml:space="preserve"> of it is pulled up.</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E61556" w:rsidRDefault="00E61556" w:rsidP="00677EDD">
            <w:pPr>
              <w:tabs>
                <w:tab w:val="right" w:leader="dot" w:pos="8680"/>
              </w:tabs>
              <w:rPr>
                <w:rFonts w:eastAsia="Times New Roman" w:cs="Times New Roman"/>
                <w:lang w:eastAsia="en-GB"/>
              </w:rPr>
            </w:pPr>
            <w:r w:rsidRPr="00E61556">
              <w:rPr>
                <w:rFonts w:eastAsia="Times New Roman" w:cs="Times New Roman"/>
                <w:lang w:eastAsia="en-GB"/>
              </w:rPr>
              <w:t>No forces are pushing forward on the rope.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A90130" w:rsidRPr="006F3279" w:rsidRDefault="00A90130" w:rsidP="00A90130">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PSL: Sound, light and waves &gt; Topic PSL4: Waves </w:t>
      </w:r>
      <w:r w:rsidRPr="00CA4B46">
        <w:rPr>
          <w:i/>
          <w:sz w:val="18"/>
          <w:szCs w:val="18"/>
        </w:rPr>
        <w:t xml:space="preserve">&gt; </w:t>
      </w:r>
      <w:r>
        <w:rPr>
          <w:i/>
          <w:sz w:val="18"/>
          <w:szCs w:val="18"/>
        </w:rPr>
        <w:t>Key concept</w:t>
      </w:r>
      <w:r w:rsidRPr="00CA4B46">
        <w:rPr>
          <w:i/>
          <w:sz w:val="18"/>
          <w:szCs w:val="18"/>
        </w:rPr>
        <w:t xml:space="preserve"> </w:t>
      </w:r>
      <w:r>
        <w:rPr>
          <w:i/>
          <w:sz w:val="18"/>
          <w:szCs w:val="18"/>
        </w:rPr>
        <w:t>PSL4.1</w:t>
      </w:r>
      <w:r w:rsidRPr="00CA4B46">
        <w:rPr>
          <w:i/>
          <w:sz w:val="18"/>
          <w:szCs w:val="18"/>
        </w:rPr>
        <w:t xml:space="preserve">: </w:t>
      </w:r>
      <w:r>
        <w:rPr>
          <w:i/>
          <w:sz w:val="18"/>
          <w:szCs w:val="18"/>
        </w:rPr>
        <w:t>Waves on water and ropes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A90130" w:rsidP="006F3279">
            <w:pPr>
              <w:spacing w:after="60"/>
              <w:ind w:left="1304"/>
              <w:rPr>
                <w:b/>
                <w:sz w:val="40"/>
                <w:szCs w:val="40"/>
              </w:rPr>
            </w:pPr>
            <w:r>
              <w:rPr>
                <w:b/>
                <w:sz w:val="40"/>
                <w:szCs w:val="40"/>
              </w:rPr>
              <w:t>Rope wave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A90130" w:rsidP="0007651D">
            <w:pPr>
              <w:spacing w:before="60" w:after="60"/>
            </w:pPr>
            <w:r w:rsidRPr="00A90130">
              <w:t>A transverse wave travelling across the surface of water (or along a rope) transfers energy, as particles of water (or rope) are successively made to vibrate at right angles to the direction in which the wave travels.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A90130" w:rsidP="0007651D">
            <w:pPr>
              <w:spacing w:before="60" w:after="60"/>
              <w:rPr>
                <w:b/>
              </w:rPr>
            </w:pPr>
            <w:r w:rsidRPr="00A90130">
              <w:t>Explain how movement of each ‘particle’ of a transverse wave causes a perturbation to move forward.</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A90130"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90130" w:rsidP="000505CA">
            <w:pPr>
              <w:spacing w:before="60" w:after="60"/>
            </w:pPr>
            <w:r>
              <w:t>Wave, transverse wave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5278A5" w:rsidRPr="00F57591" w:rsidRDefault="005278A5" w:rsidP="005278A5">
      <w:pPr>
        <w:spacing w:after="180"/>
        <w:rPr>
          <w:b/>
          <w:color w:val="5F497A" w:themeColor="accent4" w:themeShade="BF"/>
          <w:sz w:val="24"/>
        </w:rPr>
      </w:pPr>
      <w:r>
        <w:t xml:space="preserve">When waves move through a medium students often describe the movement of some entity (perhaps mass, matter or force) through the medium. The scientific explanation involves no such movement. A wave moves forwards when a perturbation passes through a medium, and after it has passed the material of the medium returns to its original position. This is what distinguishes the motion of a wave from the motion of an object. </w:t>
      </w:r>
      <w:r>
        <w:fldChar w:fldCharType="begin">
          <w:fldData xml:space="preserve">PEVuZE5vdGU+PENpdGU+PEF1dGhvcj5GYXppbzwvQXV0aG9yPjxZZWFyPjIwMDg8L1llYXI+PElE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</w:fldData>
        </w:fldChar>
      </w:r>
      <w:r>
        <w:instrText xml:space="preserve"> ADDIN EN.CITE </w:instrText>
      </w:r>
      <w:r>
        <w:fldChar w:fldCharType="begin">
          <w:fldData xml:space="preserve">PEVuZE5vdGU+PENpdGU+PEF1dGhvcj5GYXppbzwvQXV0aG9yPjxZZWFyPjIwMDg8L1llYXI+PElE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</w:fldData>
        </w:fldChar>
      </w:r>
      <w:r>
        <w:instrText xml:space="preserve"> ADDIN EN.CITE.DATA </w:instrText>
      </w:r>
      <w:r>
        <w:fldChar w:fldCharType="end"/>
      </w:r>
      <w:r>
        <w:fldChar w:fldCharType="separate"/>
      </w:r>
      <w:r>
        <w:rPr>
          <w:noProof/>
        </w:rPr>
        <w:t>(Fazio et al., 2008)</w:t>
      </w:r>
      <w:r>
        <w:fldChar w:fldCharType="end"/>
      </w:r>
    </w:p>
    <w:p w:rsidR="005278A5" w:rsidRDefault="005278A5" w:rsidP="005278A5">
      <w:pPr>
        <w:spacing w:after="180"/>
      </w:pPr>
      <w:r>
        <w:t xml:space="preserve">The motion of waves is hard for students to understand because waves form from large numbers of small scale events, such as the up and down movement of water particles in a water wave that are quite different to the form and motion of the wave </w:t>
      </w:r>
      <w:r>
        <w:fldChar w:fldCharType="begin"/>
      </w:r>
      <w:r>
        <w:instrText xml:space="preserve"> ADDIN EN.CITE &lt;EndNote&gt;&lt;Cite&gt;&lt;Author&gt;Caleon&lt;/Author&gt;&lt;Year&gt;2010&lt;/Year&gt;&lt;IDText&gt;Development and Application of a Three-Tier Diagnostic Test to Assess Secondary Students&amp;apos; Understanding of Waves&lt;/IDText&gt;&lt;DisplayText&gt;(Caleon and Subramaniam, 2010)&lt;/DisplayText&gt;&lt;record&gt;&lt;titles&gt;&lt;title&gt;Development and Application of a Three-Tier Diagnostic Test to Assess Secondary Students&amp;apos; Understanding of Waves&lt;/title&gt;&lt;secondary-title&gt;International Journal of Science Education&lt;/secondary-title&gt;&lt;/titles&gt;&lt;pages&gt;939-961&lt;/pages&gt;&lt;contributors&gt;&lt;authors&gt;&lt;author&gt;Caleon, I&lt;/author&gt;&lt;author&gt;Subramaniam, R&lt;/author&gt;&lt;/authors&gt;&lt;/contributors&gt;&lt;added-date format="utc"&gt;1567606269&lt;/added-date&gt;&lt;ref-type name="Journal Article"&gt;17&lt;/ref-type&gt;&lt;dates&gt;&lt;year&gt;2010&lt;/year&gt;&lt;/dates&gt;&lt;rec-number&gt;160&lt;/rec-number&gt;&lt;last-updated-date format="utc"&gt;1567606343&lt;/last-updated-date&gt;&lt;volume&gt;32:7&lt;/volume&gt;&lt;/record&gt;&lt;/Cite&gt;&lt;/EndNote&gt;</w:instrText>
      </w:r>
      <w:r>
        <w:fldChar w:fldCharType="separate"/>
      </w:r>
      <w:r>
        <w:rPr>
          <w:noProof/>
        </w:rPr>
        <w:t>(Caleon and Subramaniam, 2010)</w:t>
      </w:r>
      <w:r>
        <w:fldChar w:fldCharType="end"/>
      </w:r>
      <w:r>
        <w:t xml:space="preserve">. This is seen clearly when spectators in a sports stadium stand up and sit down in sequence to produce a </w:t>
      </w:r>
      <w:r w:rsidRPr="004A4539">
        <w:rPr>
          <w:i/>
        </w:rPr>
        <w:t>Mexican wave</w:t>
      </w:r>
      <w:r>
        <w:t xml:space="preserve"> moving around the stadium. In a mechanical wave the disturbance of one particle has a direct effect the particles around it, causing them to move and progressively pass on the disturbance to adjoining particles. This process transfers energy through a medium, but without the transfer of any bulk substance.</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BB44B4" w:rsidRPr="002C79AE" w:rsidRDefault="00D04A0D" w:rsidP="00BB44B4">
      <w:pPr>
        <w:spacing w:after="180"/>
        <w:rPr>
          <w:b/>
          <w:color w:val="5F497A" w:themeColor="accent4" w:themeShade="BF"/>
          <w:sz w:val="24"/>
        </w:rPr>
      </w:pPr>
      <w:r>
        <w:rPr>
          <w:b/>
          <w:color w:val="5F497A" w:themeColor="accent4" w:themeShade="BF"/>
          <w:sz w:val="24"/>
        </w:rPr>
        <w:lastRenderedPageBreak/>
        <w:t>Equipment</w:t>
      </w:r>
    </w:p>
    <w:p w:rsidR="00BB44B4" w:rsidRDefault="00BB44B4" w:rsidP="00BB44B4">
      <w:pPr>
        <w:spacing w:after="180"/>
      </w:pPr>
      <w:r w:rsidRPr="005B1739">
        <w:t xml:space="preserve">For </w:t>
      </w:r>
      <w:r>
        <w:t>the class</w:t>
      </w:r>
      <w:r w:rsidRPr="005B1739">
        <w:t>:</w:t>
      </w:r>
    </w:p>
    <w:p w:rsidR="00D04A0D" w:rsidRDefault="00BD47D4" w:rsidP="00D04A0D">
      <w:pPr>
        <w:pStyle w:val="ListParagraph"/>
        <w:numPr>
          <w:ilvl w:val="0"/>
          <w:numId w:val="1"/>
        </w:numPr>
        <w:spacing w:after="180"/>
      </w:pPr>
      <w:r>
        <w:t>A length of rope (about 5 m long), if you wish to demonstrate a rope wave.</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5278A5" w:rsidRDefault="005278A5" w:rsidP="00BF6C8A">
      <w:pPr>
        <w:spacing w:after="180"/>
      </w:pPr>
      <w:r>
        <w:t>All three statements are correct.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5278A5" w:rsidP="00A01222">
      <w:pPr>
        <w:spacing w:after="180"/>
      </w:pPr>
      <w:r w:rsidRPr="005278A5">
        <w:t xml:space="preserve">Lifting </w:t>
      </w:r>
      <w:r>
        <w:t xml:space="preserve">the rope upwards with her hand, Precious directly pulls the rope up and the rope a little ahead of her hand is pulled upwards too. </w:t>
      </w:r>
    </w:p>
    <w:p w:rsidR="005278A5" w:rsidRDefault="005278A5" w:rsidP="00A01222">
      <w:pPr>
        <w:spacing w:after="180"/>
      </w:pPr>
      <w:r>
        <w:t xml:space="preserve">As the wave travels forward the rising rope always pulls up on the rope a little ahead, because each part of the rope is connected. The force is in the direction in which the rising </w:t>
      </w:r>
      <w:r w:rsidR="004A4539">
        <w:t>rope is moving, which is upward (or downward)</w:t>
      </w:r>
      <w:r>
        <w:t xml:space="preserve">. </w:t>
      </w:r>
    </w:p>
    <w:p w:rsidR="005278A5" w:rsidRDefault="005278A5" w:rsidP="00A01222">
      <w:pPr>
        <w:spacing w:after="180"/>
      </w:pPr>
      <w:r>
        <w:t>There are no net forward forces pushing on the rope. If there were then the rope as a whole would accelerate forward away from Precious. (There will be some sideways forces in different parts of the rope caused by the tension in the rope pulling it sideways</w:t>
      </w:r>
      <w:r w:rsidR="004A4539">
        <w:t>, but</w:t>
      </w:r>
      <w:r>
        <w:t xml:space="preserve"> </w:t>
      </w:r>
      <w:r w:rsidR="004A4539">
        <w:t>t</w:t>
      </w:r>
      <w:r>
        <w:t>hese forces cancel out and there is no resultant force pushing the wave forward</w:t>
      </w:r>
      <w:r w:rsidR="003435AA">
        <w:t>.)</w:t>
      </w:r>
    </w:p>
    <w:p w:rsidR="004A4539" w:rsidRDefault="00A01222" w:rsidP="00A01222">
      <w:pPr>
        <w:spacing w:after="180"/>
      </w:pPr>
      <w:r w:rsidRPr="004F039C">
        <w:t xml:space="preserve">If students have </w:t>
      </w:r>
      <w:r w:rsidR="004B1C32">
        <w:t>misunderstanding</w:t>
      </w:r>
      <w:r w:rsidRPr="004F039C">
        <w:t xml:space="preserve">s about </w:t>
      </w:r>
      <w:r w:rsidR="003435AA" w:rsidRPr="003435AA">
        <w:t xml:space="preserve">how </w:t>
      </w:r>
      <w:r w:rsidR="00A6278D">
        <w:t xml:space="preserve">the </w:t>
      </w:r>
      <w:r w:rsidR="003435AA" w:rsidRPr="003435AA">
        <w:t xml:space="preserve">movement of each </w:t>
      </w:r>
      <w:r w:rsidR="003435AA">
        <w:t>part of the rope</w:t>
      </w:r>
      <w:r w:rsidR="003435AA" w:rsidRPr="003435AA">
        <w:t xml:space="preserve"> causes a perturbation to move forward</w:t>
      </w:r>
      <w:r w:rsidRPr="004F039C">
        <w:t xml:space="preserve">, </w:t>
      </w:r>
      <w:r w:rsidR="003435AA">
        <w:t xml:space="preserve">it can help to </w:t>
      </w:r>
      <w:r w:rsidR="00A6278D">
        <w:t>show the class how a wave pulse moves along a rope</w:t>
      </w:r>
      <w:r>
        <w:t>.</w:t>
      </w:r>
      <w:r w:rsidR="00A6278D">
        <w:t xml:space="preserve"> </w:t>
      </w:r>
      <w:r>
        <w:t xml:space="preserve"> </w:t>
      </w:r>
      <w:r w:rsidR="00A6278D">
        <w:t xml:space="preserve">Careful questioning can elicit the understanding described in </w:t>
      </w:r>
      <w:r w:rsidR="00BC13A8">
        <w:t xml:space="preserve">each </w:t>
      </w:r>
      <w:r w:rsidR="00A6278D">
        <w:t>statement</w:t>
      </w:r>
      <w:r w:rsidR="004A4539">
        <w:t xml:space="preserve"> of the question</w:t>
      </w:r>
      <w:r w:rsidR="00BC13A8">
        <w:t>. Individual understanding</w:t>
      </w:r>
      <w:r w:rsidR="00A6278D">
        <w:t xml:space="preserve"> can be checked by asking students to </w:t>
      </w:r>
      <w:r w:rsidR="004A4539">
        <w:t xml:space="preserve">put into their own words a </w:t>
      </w:r>
      <w:r w:rsidR="00A6278D">
        <w:t>descri</w:t>
      </w:r>
      <w:r w:rsidR="004A4539">
        <w:t>ption of</w:t>
      </w:r>
      <w:r w:rsidR="00A6278D">
        <w:t xml:space="preserve"> the forces involved in making a wave move along a rope</w:t>
      </w:r>
      <w:r w:rsidR="004A4539">
        <w:t>.</w:t>
      </w:r>
      <w:r w:rsidR="00A6278D">
        <w:t xml:space="preserve"> </w:t>
      </w:r>
    </w:p>
    <w:p w:rsidR="00A01222" w:rsidRPr="005278A5" w:rsidRDefault="00A01222" w:rsidP="00A01222">
      <w:pPr>
        <w:spacing w:after="180"/>
      </w:pPr>
      <w:bookmarkStart w:id="0" w:name="_GoBack"/>
      <w:bookmarkEnd w:id="0"/>
      <w:r w:rsidRPr="005278A5">
        <w:t xml:space="preserve">The following BEST ‘response </w:t>
      </w:r>
      <w:r w:rsidR="00F2483A" w:rsidRPr="005278A5">
        <w:t>activit</w:t>
      </w:r>
      <w:r w:rsidR="0057185D">
        <w:t>ies</w:t>
      </w:r>
      <w:r w:rsidRPr="005278A5">
        <w:t>’ could be used in follow-up to this diagnostic question:</w:t>
      </w:r>
    </w:p>
    <w:p w:rsidR="00A01222" w:rsidRDefault="00A01222" w:rsidP="00A01222">
      <w:pPr>
        <w:pStyle w:val="ListParagraph"/>
        <w:numPr>
          <w:ilvl w:val="0"/>
          <w:numId w:val="1"/>
        </w:numPr>
        <w:spacing w:after="180"/>
      </w:pPr>
      <w:r w:rsidRPr="005278A5">
        <w:t xml:space="preserve">Response </w:t>
      </w:r>
      <w:r w:rsidR="00F2483A" w:rsidRPr="005278A5">
        <w:t>activity</w:t>
      </w:r>
      <w:r w:rsidRPr="005278A5">
        <w:t xml:space="preserve">: </w:t>
      </w:r>
      <w:r w:rsidR="005278A5" w:rsidRPr="005278A5">
        <w:t>Making waves</w:t>
      </w:r>
    </w:p>
    <w:p w:rsidR="0057185D" w:rsidRPr="005278A5" w:rsidRDefault="0057185D" w:rsidP="00A01222">
      <w:pPr>
        <w:pStyle w:val="ListParagraph"/>
        <w:numPr>
          <w:ilvl w:val="0"/>
          <w:numId w:val="1"/>
        </w:numPr>
        <w:spacing w:after="180"/>
      </w:pPr>
      <w:r>
        <w:t>Response activity: Ripples on a pond</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5278A5">
        <w:t>.</w:t>
      </w:r>
    </w:p>
    <w:p w:rsidR="00CC78A5" w:rsidRDefault="00D278E8" w:rsidP="00E172C6">
      <w:pPr>
        <w:spacing w:after="180"/>
      </w:pPr>
      <w:r w:rsidRPr="0045323E">
        <w:t xml:space="preserve">Images: </w:t>
      </w:r>
      <w:r w:rsidR="007D536F">
        <w:t>Peter Fairhurst (UYSEG)</w:t>
      </w:r>
      <w:r w:rsidR="005278A5">
        <w:t>.</w:t>
      </w:r>
    </w:p>
    <w:p w:rsidR="005278A5" w:rsidRDefault="003117F6" w:rsidP="00E24309">
      <w:pPr>
        <w:spacing w:after="180"/>
        <w:rPr>
          <w:b/>
          <w:color w:val="5F497A" w:themeColor="accent4" w:themeShade="BF"/>
          <w:sz w:val="24"/>
        </w:rPr>
      </w:pPr>
      <w:r w:rsidRPr="002C79AE">
        <w:rPr>
          <w:b/>
          <w:color w:val="5F497A" w:themeColor="accent4" w:themeShade="BF"/>
          <w:sz w:val="24"/>
        </w:rPr>
        <w:t>References</w:t>
      </w:r>
    </w:p>
    <w:p w:rsidR="005278A5" w:rsidRPr="005278A5" w:rsidRDefault="005278A5" w:rsidP="005278A5">
      <w:pPr>
        <w:pStyle w:val="EndNoteBibliography"/>
        <w:spacing w:after="120"/>
        <w:ind w:left="284" w:hanging="284"/>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5278A5">
        <w:t xml:space="preserve">Caleon, I. and Subramaniam, R. (2010). Development and Application of a Three-Tier Diagnostic Test to Assess Secondary Students' Understanding of Waves. </w:t>
      </w:r>
      <w:r w:rsidRPr="005278A5">
        <w:rPr>
          <w:i/>
        </w:rPr>
        <w:t>International Journal of Science Education,</w:t>
      </w:r>
      <w:r w:rsidRPr="005278A5">
        <w:t xml:space="preserve"> 32:7</w:t>
      </w:r>
      <w:r w:rsidRPr="005278A5">
        <w:rPr>
          <w:b/>
        </w:rPr>
        <w:t>,</w:t>
      </w:r>
      <w:r w:rsidRPr="005278A5">
        <w:t xml:space="preserve"> 939-961.</w:t>
      </w:r>
    </w:p>
    <w:p w:rsidR="005278A5" w:rsidRPr="005278A5" w:rsidRDefault="005278A5" w:rsidP="005278A5">
      <w:pPr>
        <w:pStyle w:val="EndNoteBibliography"/>
        <w:spacing w:after="120"/>
        <w:ind w:left="284" w:hanging="284"/>
      </w:pPr>
      <w:r w:rsidRPr="005278A5">
        <w:t xml:space="preserve">Fazio, C., et al. (2008). Modelling Mechanical Wave Propogation: Guidelines and experimentation of a teaching-learning sequence. </w:t>
      </w:r>
      <w:r w:rsidRPr="005278A5">
        <w:rPr>
          <w:i/>
        </w:rPr>
        <w:t>International Journal of Science Education,</w:t>
      </w:r>
      <w:r w:rsidRPr="005278A5">
        <w:t xml:space="preserve"> 30:11</w:t>
      </w:r>
      <w:r w:rsidRPr="005278A5">
        <w:rPr>
          <w:b/>
        </w:rPr>
        <w:t>,</w:t>
      </w:r>
      <w:r w:rsidRPr="005278A5">
        <w:t xml:space="preserve"> 1491-1530.</w:t>
      </w:r>
    </w:p>
    <w:p w:rsidR="00B46FF9" w:rsidRDefault="005278A5" w:rsidP="005278A5">
      <w:pPr>
        <w:spacing w:after="120"/>
        <w:ind w:left="284" w:hanging="284"/>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1209" w:rsidRDefault="00EB1209" w:rsidP="000B473B">
      <w:r>
        <w:separator/>
      </w:r>
    </w:p>
  </w:endnote>
  <w:endnote w:type="continuationSeparator" w:id="0">
    <w:p w:rsidR="00EB1209" w:rsidRDefault="00EB120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BF9BB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A4539">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1209" w:rsidRDefault="00EB1209" w:rsidP="000B473B">
      <w:r>
        <w:separator/>
      </w:r>
    </w:p>
  </w:footnote>
  <w:footnote w:type="continuationSeparator" w:id="0">
    <w:p w:rsidR="00EB1209" w:rsidRDefault="00EB120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34"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6C068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E6088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B1209"/>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1E159E"/>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435AA"/>
    <w:rsid w:val="003533B8"/>
    <w:rsid w:val="003752BE"/>
    <w:rsid w:val="003A346A"/>
    <w:rsid w:val="003B2917"/>
    <w:rsid w:val="003B541B"/>
    <w:rsid w:val="003E2B2F"/>
    <w:rsid w:val="003E6046"/>
    <w:rsid w:val="003F16F9"/>
    <w:rsid w:val="00430C1F"/>
    <w:rsid w:val="00442595"/>
    <w:rsid w:val="0045323E"/>
    <w:rsid w:val="004A4539"/>
    <w:rsid w:val="004B0EE1"/>
    <w:rsid w:val="004B1C32"/>
    <w:rsid w:val="004C5D20"/>
    <w:rsid w:val="004D0D83"/>
    <w:rsid w:val="004E1DF1"/>
    <w:rsid w:val="004E5592"/>
    <w:rsid w:val="0050055B"/>
    <w:rsid w:val="00524710"/>
    <w:rsid w:val="005278A5"/>
    <w:rsid w:val="00535269"/>
    <w:rsid w:val="00555342"/>
    <w:rsid w:val="005560E2"/>
    <w:rsid w:val="0057185D"/>
    <w:rsid w:val="005A452E"/>
    <w:rsid w:val="005A6EE7"/>
    <w:rsid w:val="005F1A7B"/>
    <w:rsid w:val="006355D8"/>
    <w:rsid w:val="00642ECD"/>
    <w:rsid w:val="006502A0"/>
    <w:rsid w:val="006772F5"/>
    <w:rsid w:val="006A4440"/>
    <w:rsid w:val="006B0615"/>
    <w:rsid w:val="006B53DF"/>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6278D"/>
    <w:rsid w:val="00A90130"/>
    <w:rsid w:val="00AA5B77"/>
    <w:rsid w:val="00AA6236"/>
    <w:rsid w:val="00AB6AE7"/>
    <w:rsid w:val="00AD21F5"/>
    <w:rsid w:val="00AD5E15"/>
    <w:rsid w:val="00B06225"/>
    <w:rsid w:val="00B23C7A"/>
    <w:rsid w:val="00B305F5"/>
    <w:rsid w:val="00B46FF9"/>
    <w:rsid w:val="00B47E1D"/>
    <w:rsid w:val="00B75483"/>
    <w:rsid w:val="00BA7952"/>
    <w:rsid w:val="00BB44B4"/>
    <w:rsid w:val="00BC13A8"/>
    <w:rsid w:val="00BD47D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4900"/>
    <w:rsid w:val="00D479B3"/>
    <w:rsid w:val="00D52283"/>
    <w:rsid w:val="00D524E5"/>
    <w:rsid w:val="00D72FEF"/>
    <w:rsid w:val="00D755FA"/>
    <w:rsid w:val="00DC4A4E"/>
    <w:rsid w:val="00DD1874"/>
    <w:rsid w:val="00DD63BD"/>
    <w:rsid w:val="00DF05DB"/>
    <w:rsid w:val="00DF7E20"/>
    <w:rsid w:val="00E172C6"/>
    <w:rsid w:val="00E24309"/>
    <w:rsid w:val="00E53D82"/>
    <w:rsid w:val="00E61556"/>
    <w:rsid w:val="00E9330A"/>
    <w:rsid w:val="00EB1209"/>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27FF2F7"/>
  <w15:docId w15:val="{85AEEB88-A97C-47F3-8DC8-75C3FCE47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278A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278A5"/>
    <w:rPr>
      <w:rFonts w:ascii="Calibri" w:hAnsi="Calibri" w:cs="Calibri"/>
      <w:noProof/>
      <w:lang w:val="en-US"/>
    </w:rPr>
  </w:style>
  <w:style w:type="paragraph" w:customStyle="1" w:styleId="EndNoteBibliography">
    <w:name w:val="EndNote Bibliography"/>
    <w:basedOn w:val="Normal"/>
    <w:link w:val="EndNoteBibliographyChar"/>
    <w:rsid w:val="005278A5"/>
    <w:rPr>
      <w:rFonts w:ascii="Calibri" w:hAnsi="Calibri" w:cs="Calibri"/>
      <w:noProof/>
      <w:lang w:val="en-US"/>
    </w:rPr>
  </w:style>
  <w:style w:type="character" w:customStyle="1" w:styleId="EndNoteBibliographyChar">
    <w:name w:val="EndNote Bibliography Char"/>
    <w:basedOn w:val="DefaultParagraphFont"/>
    <w:link w:val="EndNoteBibliography"/>
    <w:rsid w:val="005278A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901611">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562564353">
      <w:bodyDiv w:val="1"/>
      <w:marLeft w:val="0"/>
      <w:marRight w:val="0"/>
      <w:marTop w:val="0"/>
      <w:marBottom w:val="0"/>
      <w:divBdr>
        <w:top w:val="none" w:sz="0" w:space="0" w:color="auto"/>
        <w:left w:val="none" w:sz="0" w:space="0" w:color="auto"/>
        <w:bottom w:val="none" w:sz="0" w:space="0" w:color="auto"/>
        <w:right w:val="none" w:sz="0" w:space="0" w:color="auto"/>
      </w:divBdr>
    </w:div>
    <w:div w:id="1379816980">
      <w:bodyDiv w:val="1"/>
      <w:marLeft w:val="0"/>
      <w:marRight w:val="0"/>
      <w:marTop w:val="0"/>
      <w:marBottom w:val="0"/>
      <w:divBdr>
        <w:top w:val="none" w:sz="0" w:space="0" w:color="auto"/>
        <w:left w:val="none" w:sz="0" w:space="0" w:color="auto"/>
        <w:bottom w:val="none" w:sz="0" w:space="0" w:color="auto"/>
        <w:right w:val="none" w:sz="0" w:space="0" w:color="auto"/>
      </w:divBdr>
    </w:div>
    <w:div w:id="1650473375">
      <w:bodyDiv w:val="1"/>
      <w:marLeft w:val="0"/>
      <w:marRight w:val="0"/>
      <w:marTop w:val="0"/>
      <w:marBottom w:val="0"/>
      <w:divBdr>
        <w:top w:val="none" w:sz="0" w:space="0" w:color="auto"/>
        <w:left w:val="none" w:sz="0" w:space="0" w:color="auto"/>
        <w:bottom w:val="none" w:sz="0" w:space="0" w:color="auto"/>
        <w:right w:val="none" w:sz="0" w:space="0" w:color="auto"/>
      </w:divBdr>
    </w:div>
    <w:div w:id="190528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40</TotalTime>
  <Pages>3</Pages>
  <Words>918</Words>
  <Characters>5237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2019-10-01T10:49:00Z</dcterms:created>
  <dcterms:modified xsi:type="dcterms:W3CDTF">2019-10-14T09:01:00Z</dcterms:modified>
</cp:coreProperties>
</file>